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455D005-E1AA-4BFC-BDA5-AB0E03E16E75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